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bookmarkStart w:id="0" w:name="_GoBack"/>
      <w:bookmarkEnd w:id="0"/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2F0066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56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 w:rsidR="00FE19FF" w:rsidRPr="00FE19FF" w:rsidTr="00CE25CE">
        <w:trPr>
          <w:gridAfter w:val="1"/>
          <w:wAfter w:w="21" w:type="dxa"/>
          <w:cantSplit/>
        </w:trPr>
        <w:tc>
          <w:tcPr>
            <w:tcW w:w="68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207FE4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5</w:t>
            </w:r>
          </w:p>
        </w:tc>
      </w:tr>
      <w:tr w:rsidR="00FE19FF" w:rsidRPr="00FE19FF" w:rsidTr="00CE25CE"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E19FF" w:rsidRPr="004115F6" w:rsidRDefault="00DF2581" w:rsidP="00BE3B08"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Š</w:t>
            </w:r>
            <w:r w:rsidRPr="00DF2581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 xml:space="preserve">portna </w:t>
            </w:r>
            <w:r w:rsidR="00207FE4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rekreacija</w:t>
            </w:r>
          </w:p>
          <w:p w:rsidR="00FE19FF" w:rsidRPr="00EF1046" w:rsidRDefault="00207FE4" w:rsidP="002F5143">
            <w:pPr>
              <w:pStyle w:val="Textkrper"/>
              <w:rPr>
                <w:rFonts w:asciiTheme="minorHAnsi" w:hAnsiTheme="minorHAnsi"/>
                <w:sz w:val="20"/>
              </w:rPr>
            </w:pPr>
            <w:r w:rsidRPr="00207FE4">
              <w:rPr>
                <w:rFonts w:asciiTheme="minorHAnsi" w:hAnsiTheme="minorHAnsi"/>
                <w:sz w:val="20"/>
              </w:rPr>
              <w:t>Športna rekreacija predstavlja smiselno nadaljevanje obvezne in prostočasne športne vzgoje otrok in mladine, športne vzgoje otrok s posebnimi potrebami, obštudijskih športnih dejavnosti in tekmovalnega športa. Športna rekreacija je zbir raznovrstnih športnih dejavnosti odraslih vseh starosti (nad 18 let) in družin s ciljem aktivne in koristne izrabe človekovega prostega časa (druženje, zabava), ohranjanja zdravja in dobrega počutja ter udeležbe na rekreativnih tekmovanjih.</w:t>
            </w:r>
          </w:p>
          <w:p w:rsidR="00FE19FF" w:rsidRPr="00713B15" w:rsidRDefault="00207FE4" w:rsidP="00635224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5</w:t>
            </w:r>
            <w:r w:rsidR="00FE19FF"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za vsako posamezno skupino v </w:t>
            </w:r>
            <w:r w:rsidR="00366D42"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vsakem </w:t>
            </w:r>
            <w:r w:rsidR="00713B15" w:rsidRPr="002F5143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posameznem programu!</w:t>
            </w:r>
            <w:r w:rsidR="00FE19FF" w:rsidRPr="00713B15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E19FF" w:rsidRPr="00FE19FF" w:rsidTr="00CE25CE">
        <w:trPr>
          <w:trHeight w:val="251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E59E0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406662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662" w:rsidRPr="005A6E18" w:rsidRDefault="00406662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10198" w:rsidRPr="005A6E18" w:rsidTr="00CE25CE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110198" w:rsidRPr="005A6E18" w:rsidRDefault="00110198" w:rsidP="00110198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198" w:rsidRPr="00110198" w:rsidRDefault="00110198" w:rsidP="00207FE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Celoletni </w:t>
            </w:r>
            <w:r w:rsidR="00207FE4">
              <w:rPr>
                <w:rFonts w:asciiTheme="minorHAnsi" w:hAnsiTheme="minorHAnsi"/>
                <w:b/>
                <w:sz w:val="20"/>
                <w:szCs w:val="20"/>
              </w:rPr>
              <w:t>ciljni športno-rekreativni</w:t>
            </w: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 programi</w:t>
            </w:r>
            <w:r w:rsidR="00CE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3E7A27" w:rsidRPr="003E7A27" w:rsidTr="00386563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3E7A27" w:rsidRDefault="00207FE4" w:rsidP="004D35EE">
            <w:pPr>
              <w:rPr>
                <w:rFonts w:asciiTheme="minorHAnsi" w:hAnsiTheme="minorHAnsi"/>
                <w:sz w:val="16"/>
                <w:szCs w:val="16"/>
              </w:rPr>
            </w:pPr>
            <w:r w:rsidRPr="00207FE4">
              <w:rPr>
                <w:rFonts w:asciiTheme="minorHAnsi" w:hAnsiTheme="minorHAnsi"/>
                <w:sz w:val="16"/>
                <w:szCs w:val="16"/>
              </w:rPr>
              <w:t>Celoletni programi športne rekreacije potekajo najmanj 30 tednov v letu oziroma največ 60 ur letno ter predstavljajo najširšo in najpestrejšo izbiro organizirane športne vadbe netekmovalnega značaja.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207FE4" w:rsidP="00E262A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>portna rekreacija: celoletni programi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CP"/>
            <w:tag w:val="SR-CP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710030" w:rsidP="00CF09C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FC55A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53FD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ustrezno označi</w:t>
            </w:r>
            <w:r w:rsidRPr="00CD53F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207FE4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>portna rekreacija: občasni projekti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OP"/>
            <w:tag w:val="SR-OP"/>
            <w:id w:val="824863851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710030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5CE" w:rsidRDefault="00207FE4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</w:t>
            </w:r>
            <w:r w:rsidRPr="00207FE4">
              <w:rPr>
                <w:rFonts w:asciiTheme="minorHAnsi" w:hAnsiTheme="minorHAnsi"/>
                <w:sz w:val="20"/>
                <w:szCs w:val="20"/>
              </w:rPr>
              <w:t>portna rekreacija: gibanje za zdravje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GZZ"/>
            <w:tag w:val="SR-GZZ"/>
            <w:id w:val="-182458812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CE25CE" w:rsidRPr="005A6E18" w:rsidRDefault="00710030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E41E0E" w:rsidP="00386563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EndPr/>
              <w:sdtContent>
                <w:r w:rsidR="0073264A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F22F38" w:rsidRPr="005A6E18" w:rsidTr="00946E5D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2F38" w:rsidRPr="005A6E18" w:rsidRDefault="00F22F38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6563" w:rsidRPr="00C70081" w:rsidTr="00F22F38"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63" w:rsidRPr="00C70081" w:rsidRDefault="00386563" w:rsidP="00A20D0F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C70081">
              <w:rPr>
                <w:rFonts w:asciiTheme="minorHAnsi" w:hAnsiTheme="minorHAnsi"/>
                <w:i/>
                <w:sz w:val="20"/>
                <w:szCs w:val="20"/>
              </w:rPr>
              <w:t>Podatki o objektih, kje</w:t>
            </w:r>
            <w:r w:rsidR="00C70081" w:rsidRPr="00C70081">
              <w:rPr>
                <w:rFonts w:asciiTheme="minorHAnsi" w:hAnsiTheme="minorHAnsi"/>
                <w:i/>
                <w:sz w:val="20"/>
                <w:szCs w:val="20"/>
              </w:rPr>
              <w:t>r se bo izvajal program skupine</w:t>
            </w:r>
            <w:r w:rsidR="00A20D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8F46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E41E0E" w:rsidP="00C7008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E41E0E" w:rsidP="00143A02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396640800"/>
            <w:placeholder>
              <w:docPart w:val="89739A6C37564558A20A96B872F7E4BF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 w:rsidR="00A20D0F" w:rsidRPr="00C7280B" w:rsidRDefault="002F5143" w:rsidP="002F514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1022370597"/>
            <w:placeholder>
              <w:docPart w:val="B3327278D8514F0E86B61BF3B5EB1464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 w:rsidR="00A20D0F" w:rsidRPr="00C7280B" w:rsidRDefault="002F5143" w:rsidP="002F514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7FE4" w:rsidRPr="00C7280B" w:rsidTr="00364707"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</w:tcBorders>
          </w:tcPr>
          <w:p w:rsidR="00207FE4" w:rsidRPr="00C7280B" w:rsidRDefault="00207FE4" w:rsidP="0036470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strokovnega kadra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strokovnega kadra"/>
            <w:tag w:val="STRKAD"/>
            <w:id w:val="-928193170"/>
            <w:placeholder>
              <w:docPart w:val="54C2AD4CE0AF403DA0A0973F5EBBEA49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 w:rsidR="00207FE4" w:rsidRPr="00C7280B" w:rsidRDefault="00207FE4" w:rsidP="00364707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207FE4" w:rsidRPr="00C7280B" w:rsidTr="00364707"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</w:tcBorders>
          </w:tcPr>
          <w:p w:rsidR="00207FE4" w:rsidRPr="00C7280B" w:rsidRDefault="00207FE4" w:rsidP="00364707">
            <w:pPr>
              <w:rPr>
                <w:rFonts w:asciiTheme="minorHAnsi" w:hAnsiTheme="minorHAnsi"/>
                <w:sz w:val="20"/>
                <w:szCs w:val="20"/>
              </w:rPr>
            </w:pPr>
            <w:r w:rsidRPr="00C7280B">
              <w:rPr>
                <w:rFonts w:asciiTheme="minorHAnsi" w:hAnsiTheme="minorHAnsi"/>
                <w:sz w:val="20"/>
                <w:szCs w:val="20"/>
              </w:rPr>
              <w:t>Predvi</w:t>
            </w:r>
            <w:r>
              <w:rPr>
                <w:rFonts w:asciiTheme="minorHAnsi" w:hAnsiTheme="minorHAnsi"/>
                <w:sz w:val="20"/>
                <w:szCs w:val="20"/>
              </w:rPr>
              <w:t>deni stroški za strokovni kader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za strokovni kader"/>
            <w:tag w:val="STRKAD-STR"/>
            <w:id w:val="598759524"/>
            <w:placeholder>
              <w:docPart w:val="BBAFB9C3D5E442C692874584B76AEA30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 w:rsidR="00207FE4" w:rsidRPr="00C7280B" w:rsidRDefault="00207FE4" w:rsidP="00364707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A20D0F" w:rsidRPr="00C7280B" w:rsidTr="002F0066"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  <w:bottom w:val="single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 w:rsidRPr="00C7280B">
              <w:rPr>
                <w:rFonts w:asciiTheme="minorHAnsi" w:hAnsiTheme="minorHAnsi"/>
                <w:sz w:val="20"/>
                <w:szCs w:val="20"/>
              </w:rPr>
              <w:t>Predvideni stroški za najem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uporabo športnih objektov</w:t>
            </w:r>
          </w:p>
        </w:tc>
        <w:tc>
          <w:tcPr>
            <w:tcW w:w="3682" w:type="dxa"/>
            <w:gridSpan w:val="5"/>
            <w:tcBorders>
              <w:top w:val="nil"/>
              <w:bottom w:val="single" w:sz="4" w:space="0" w:color="auto"/>
            </w:tcBorders>
          </w:tcPr>
          <w:p w:rsidR="00A20D0F" w:rsidRPr="00C7280B" w:rsidRDefault="00E41E0E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EndPr/>
              <w:sdtContent>
                <w:r w:rsidR="00A20D0F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2F0066" w:rsidRPr="00C7280B" w:rsidTr="002F0066"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single" w:sz="4" w:space="0" w:color="auto"/>
            </w:tcBorders>
          </w:tcPr>
          <w:p w:rsidR="002F0066" w:rsidRPr="00C7280B" w:rsidRDefault="002F0066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materialni stroški 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671302867"/>
            <w:lock w:val="sdtLocked"/>
            <w:placeholder>
              <w:docPart w:val="126249202E0C4B048868D7CF4C9EF1F4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 w:rsidR="002F0066" w:rsidRDefault="002F0066" w:rsidP="002F0066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</w:tbl>
    <w:p w:rsidR="005A7B01" w:rsidRDefault="005A7B01" w:rsidP="00FE19FF">
      <w:pPr>
        <w:pStyle w:val="Textkrper"/>
        <w:rPr>
          <w:rFonts w:asciiTheme="minorHAnsi" w:hAnsiTheme="minorHAnsi"/>
          <w:sz w:val="20"/>
        </w:rPr>
      </w:pPr>
    </w:p>
    <w:p w:rsidR="00345C94" w:rsidRDefault="00345C94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Žig</w:t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Podpis odgovorne osebe: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207FE4" w:rsidRDefault="00207FE4" w:rsidP="00FE19FF">
      <w:pPr>
        <w:pStyle w:val="Textkrper"/>
        <w:rPr>
          <w:rFonts w:asciiTheme="minorHAnsi" w:hAnsiTheme="minorHAnsi"/>
          <w:sz w:val="20"/>
        </w:rPr>
      </w:pPr>
    </w:p>
    <w:p w:rsidR="00207FE4" w:rsidRDefault="00207FE4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____________________________</w:t>
      </w:r>
    </w:p>
    <w:p w:rsidR="00345C94" w:rsidRDefault="00345C94" w:rsidP="00FE19FF">
      <w:pPr>
        <w:pStyle w:val="Textkrper"/>
        <w:rPr>
          <w:rFonts w:asciiTheme="minorHAnsi" w:hAnsiTheme="minorHAnsi"/>
          <w:sz w:val="20"/>
          <w:highlight w:val="yellow"/>
        </w:rPr>
      </w:pPr>
    </w:p>
    <w:p w:rsidR="00345C94" w:rsidRDefault="00345C94" w:rsidP="00FE19FF">
      <w:pPr>
        <w:pStyle w:val="Textkrper"/>
        <w:rPr>
          <w:rFonts w:asciiTheme="minorHAnsi" w:hAnsiTheme="minorHAnsi"/>
          <w:sz w:val="20"/>
          <w:highlight w:val="yellow"/>
        </w:rPr>
      </w:pPr>
    </w:p>
    <w:p w:rsidR="00FE19FF" w:rsidRPr="00827421" w:rsidRDefault="00FE19FF" w:rsidP="00FE19FF">
      <w:pPr>
        <w:pStyle w:val="Textkrper"/>
        <w:rPr>
          <w:rFonts w:asciiTheme="minorHAnsi" w:hAnsiTheme="minorHAnsi"/>
          <w:sz w:val="20"/>
        </w:rPr>
      </w:pPr>
      <w:r w:rsidRPr="00827421">
        <w:rPr>
          <w:rFonts w:asciiTheme="minorHAnsi" w:hAnsiTheme="minorHAnsi"/>
          <w:sz w:val="20"/>
        </w:rPr>
        <w:t>Priloge:</w:t>
      </w:r>
    </w:p>
    <w:p w:rsidR="00FE19FF" w:rsidRPr="00827421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827421">
        <w:rPr>
          <w:rFonts w:asciiTheme="minorHAnsi" w:hAnsiTheme="minorHAnsi"/>
          <w:sz w:val="20"/>
        </w:rPr>
        <w:t xml:space="preserve">Opis programa in terminski načrt izvedbe, z utemeljitvijo navedenih </w:t>
      </w:r>
      <w:r w:rsidR="00DC5FF7" w:rsidRPr="00827421">
        <w:rPr>
          <w:rFonts w:asciiTheme="minorHAnsi" w:hAnsiTheme="minorHAnsi"/>
          <w:sz w:val="20"/>
        </w:rPr>
        <w:t>materialnih stroškov</w:t>
      </w:r>
    </w:p>
    <w:p w:rsidR="00FE19FF" w:rsidRPr="00827421" w:rsidRDefault="009C4B7E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o najemu športnih objektov</w:t>
      </w:r>
      <w:r w:rsidR="00FE19FF" w:rsidRPr="00827421">
        <w:rPr>
          <w:rFonts w:asciiTheme="minorHAnsi" w:hAnsiTheme="minorHAnsi"/>
          <w:sz w:val="20"/>
        </w:rPr>
        <w:t>, ki dokazuje</w:t>
      </w:r>
      <w:r>
        <w:rPr>
          <w:rFonts w:asciiTheme="minorHAnsi" w:hAnsiTheme="minorHAnsi"/>
          <w:sz w:val="20"/>
        </w:rPr>
        <w:t>jo</w:t>
      </w:r>
      <w:r w:rsidR="00FE19FF" w:rsidRPr="00827421">
        <w:rPr>
          <w:rFonts w:asciiTheme="minorHAnsi" w:hAnsiTheme="minorHAnsi"/>
          <w:sz w:val="20"/>
        </w:rPr>
        <w:t xml:space="preserve"> višino predvidenih stroškov za objekt</w:t>
      </w:r>
    </w:p>
    <w:p w:rsidR="00FE19FF" w:rsidRPr="00827421" w:rsidRDefault="009C4B7E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</w:t>
      </w:r>
      <w:r w:rsidR="00FE19FF" w:rsidRPr="00827421">
        <w:rPr>
          <w:rFonts w:asciiTheme="minorHAnsi" w:hAnsiTheme="minorHAnsi"/>
          <w:sz w:val="20"/>
        </w:rPr>
        <w:t xml:space="preserve"> z izvajalci strokovnega dela, ki dokazujejo predvidene stroške za strokovni kader</w:t>
      </w:r>
    </w:p>
    <w:p w:rsidR="00FE19FF" w:rsidRPr="00827421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827421">
        <w:rPr>
          <w:rFonts w:asciiTheme="minorHAnsi" w:hAnsiTheme="minorHAnsi"/>
          <w:sz w:val="20"/>
        </w:rPr>
        <w:t>Terminski plan vadbe (na obrazcu</w:t>
      </w:r>
      <w:r w:rsidR="002F5143">
        <w:rPr>
          <w:rFonts w:asciiTheme="minorHAnsi" w:hAnsiTheme="minorHAnsi"/>
          <w:sz w:val="20"/>
        </w:rPr>
        <w:t xml:space="preserve"> 7</w:t>
      </w:r>
      <w:r w:rsidRPr="00827421">
        <w:rPr>
          <w:rFonts w:asciiTheme="minorHAnsi" w:hAnsiTheme="minorHAnsi"/>
          <w:sz w:val="20"/>
        </w:rPr>
        <w:t>)</w:t>
      </w:r>
    </w:p>
    <w:p w:rsidR="00FE19FF" w:rsidRPr="00827421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827421">
        <w:rPr>
          <w:rFonts w:asciiTheme="minorHAnsi" w:hAnsiTheme="minorHAnsi"/>
          <w:sz w:val="20"/>
        </w:rPr>
        <w:t>Poimenski seznam udeležencev v skupini</w:t>
      </w:r>
    </w:p>
    <w:sectPr w:rsidR="00FE19FF" w:rsidRPr="00827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E0E" w:rsidRDefault="00E41E0E" w:rsidP="004D30D0">
      <w:r>
        <w:separator/>
      </w:r>
    </w:p>
  </w:endnote>
  <w:endnote w:type="continuationSeparator" w:id="0">
    <w:p w:rsidR="00E41E0E" w:rsidRDefault="00E41E0E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2F0066">
      <w:rPr>
        <w:rFonts w:asciiTheme="minorHAnsi" w:hAnsiTheme="minorHAnsi"/>
        <w:noProof/>
        <w:sz w:val="20"/>
        <w:szCs w:val="20"/>
      </w:rPr>
      <w:t>1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2F0066">
      <w:rPr>
        <w:rFonts w:asciiTheme="minorHAnsi" w:hAnsiTheme="minorHAnsi"/>
        <w:noProof/>
        <w:sz w:val="20"/>
        <w:szCs w:val="20"/>
      </w:rPr>
      <w:t>1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E0E" w:rsidRDefault="00E41E0E" w:rsidP="004D30D0">
      <w:r>
        <w:separator/>
      </w:r>
    </w:p>
  </w:footnote>
  <w:footnote w:type="continuationSeparator" w:id="0">
    <w:p w:rsidR="00E41E0E" w:rsidRDefault="00E41E0E" w:rsidP="004D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207FE4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Obr5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</w:t>
        </w:r>
        <w:r>
          <w:rPr>
            <w:rFonts w:ascii="Calibri" w:hAnsi="Calibri"/>
            <w:color w:val="000000"/>
            <w:sz w:val="22"/>
            <w:szCs w:val="22"/>
          </w:rPr>
          <w:t>–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šport</w:t>
        </w:r>
        <w:r>
          <w:rPr>
            <w:rFonts w:ascii="Calibri" w:hAnsi="Calibri"/>
            <w:color w:val="000000"/>
            <w:sz w:val="22"/>
            <w:szCs w:val="22"/>
          </w:rPr>
          <w:t>na rekreacija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+PBqVH0Fz42qbQeE/r5tE62vxYU6cxIhjf5yTXbPzd1yfOLBUl0b2wnbBOXJ1nHDuWE+bPooHOw3i8JbMoL19Q==" w:salt="uZwFEgcZplQ6OLy1Ybc4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33744"/>
    <w:rsid w:val="00062481"/>
    <w:rsid w:val="00093CDB"/>
    <w:rsid w:val="000B4E33"/>
    <w:rsid w:val="00110198"/>
    <w:rsid w:val="00126574"/>
    <w:rsid w:val="001C79AE"/>
    <w:rsid w:val="001D4C61"/>
    <w:rsid w:val="001D6958"/>
    <w:rsid w:val="001E051C"/>
    <w:rsid w:val="00207FE4"/>
    <w:rsid w:val="00223D6C"/>
    <w:rsid w:val="0023661C"/>
    <w:rsid w:val="002C45DD"/>
    <w:rsid w:val="002D34B9"/>
    <w:rsid w:val="002E2E81"/>
    <w:rsid w:val="002F0066"/>
    <w:rsid w:val="002F0B60"/>
    <w:rsid w:val="002F5143"/>
    <w:rsid w:val="0031355E"/>
    <w:rsid w:val="003148D3"/>
    <w:rsid w:val="00325B46"/>
    <w:rsid w:val="00345C94"/>
    <w:rsid w:val="00357E53"/>
    <w:rsid w:val="00366D42"/>
    <w:rsid w:val="00380AAB"/>
    <w:rsid w:val="00386563"/>
    <w:rsid w:val="003C2E9A"/>
    <w:rsid w:val="003C44F5"/>
    <w:rsid w:val="003C71E7"/>
    <w:rsid w:val="003E7A27"/>
    <w:rsid w:val="00401AFB"/>
    <w:rsid w:val="00406662"/>
    <w:rsid w:val="004115F6"/>
    <w:rsid w:val="004342BD"/>
    <w:rsid w:val="00451BF1"/>
    <w:rsid w:val="00465FBB"/>
    <w:rsid w:val="00477EE2"/>
    <w:rsid w:val="00494488"/>
    <w:rsid w:val="004B2749"/>
    <w:rsid w:val="004D30D0"/>
    <w:rsid w:val="004D35EE"/>
    <w:rsid w:val="004E57BC"/>
    <w:rsid w:val="005065C4"/>
    <w:rsid w:val="00512C78"/>
    <w:rsid w:val="00521D88"/>
    <w:rsid w:val="00525F92"/>
    <w:rsid w:val="0058276A"/>
    <w:rsid w:val="005A6167"/>
    <w:rsid w:val="005A6E18"/>
    <w:rsid w:val="005A7B01"/>
    <w:rsid w:val="005D7F8F"/>
    <w:rsid w:val="00600417"/>
    <w:rsid w:val="00622DD3"/>
    <w:rsid w:val="0065357B"/>
    <w:rsid w:val="00654B29"/>
    <w:rsid w:val="006642B5"/>
    <w:rsid w:val="00673B57"/>
    <w:rsid w:val="00694D5D"/>
    <w:rsid w:val="006B3CB7"/>
    <w:rsid w:val="00710030"/>
    <w:rsid w:val="00713B15"/>
    <w:rsid w:val="0073264A"/>
    <w:rsid w:val="0073693B"/>
    <w:rsid w:val="007C2167"/>
    <w:rsid w:val="007C4B84"/>
    <w:rsid w:val="007D7488"/>
    <w:rsid w:val="007E591A"/>
    <w:rsid w:val="00827421"/>
    <w:rsid w:val="008718D9"/>
    <w:rsid w:val="008C6C28"/>
    <w:rsid w:val="008F4692"/>
    <w:rsid w:val="00921A57"/>
    <w:rsid w:val="009333D8"/>
    <w:rsid w:val="00946E5D"/>
    <w:rsid w:val="00951C35"/>
    <w:rsid w:val="009648C5"/>
    <w:rsid w:val="00987AEB"/>
    <w:rsid w:val="009C4B7E"/>
    <w:rsid w:val="00A20D0F"/>
    <w:rsid w:val="00A64122"/>
    <w:rsid w:val="00AD36D7"/>
    <w:rsid w:val="00AD47D6"/>
    <w:rsid w:val="00AF2D78"/>
    <w:rsid w:val="00B10E3E"/>
    <w:rsid w:val="00B17E4B"/>
    <w:rsid w:val="00B30D3B"/>
    <w:rsid w:val="00B45733"/>
    <w:rsid w:val="00BA2FD3"/>
    <w:rsid w:val="00BC4F29"/>
    <w:rsid w:val="00BD4E30"/>
    <w:rsid w:val="00BE3B08"/>
    <w:rsid w:val="00BF346E"/>
    <w:rsid w:val="00C12C5C"/>
    <w:rsid w:val="00C132C6"/>
    <w:rsid w:val="00C16BF1"/>
    <w:rsid w:val="00C70081"/>
    <w:rsid w:val="00C7280B"/>
    <w:rsid w:val="00C84407"/>
    <w:rsid w:val="00CD53FD"/>
    <w:rsid w:val="00CD6FFD"/>
    <w:rsid w:val="00CE11DC"/>
    <w:rsid w:val="00CE25CE"/>
    <w:rsid w:val="00CF09CA"/>
    <w:rsid w:val="00D00A4B"/>
    <w:rsid w:val="00D97CCB"/>
    <w:rsid w:val="00DA0D38"/>
    <w:rsid w:val="00DA1A16"/>
    <w:rsid w:val="00DC5FF7"/>
    <w:rsid w:val="00DF2581"/>
    <w:rsid w:val="00E0410F"/>
    <w:rsid w:val="00E262AD"/>
    <w:rsid w:val="00E41E0E"/>
    <w:rsid w:val="00E8330A"/>
    <w:rsid w:val="00EE59E0"/>
    <w:rsid w:val="00EF01B7"/>
    <w:rsid w:val="00EF1046"/>
    <w:rsid w:val="00F07485"/>
    <w:rsid w:val="00F14D32"/>
    <w:rsid w:val="00F22F38"/>
    <w:rsid w:val="00F3440C"/>
    <w:rsid w:val="00F75B04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1F5321" w:rsidP="001F5321">
          <w:pPr>
            <w:pStyle w:val="8DF73AC5A284435DA34D838B9387AF44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 w:rsidR="00F93BF3" w:rsidRDefault="001F5321" w:rsidP="001F5321">
          <w:pPr>
            <w:pStyle w:val="20D0C1267F3044EFBD245FD8031B5DFF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 w:rsidR="00F93BF3" w:rsidRDefault="001F5321" w:rsidP="001F5321">
          <w:pPr>
            <w:pStyle w:val="21DA5291F4044DFA881FB8EA00CB2751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 w:rsidR="0027061A" w:rsidRDefault="001F5321" w:rsidP="001F5321">
          <w:pPr>
            <w:pStyle w:val="3C7D1EC33CC948F78AFB85EA32A337B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 w:rsidR="0027061A" w:rsidRDefault="001F5321" w:rsidP="001F5321">
          <w:pPr>
            <w:pStyle w:val="E554A54960A94473980EC5E27F4B0073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 w:rsidR="00022252" w:rsidRDefault="001F5321" w:rsidP="001F5321">
          <w:pPr>
            <w:pStyle w:val="61F18A0A31964443A3174BD9E24249CD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 w:rsidR="00022252" w:rsidRDefault="001F5321" w:rsidP="001F5321">
          <w:pPr>
            <w:pStyle w:val="62559DAE8E4947A0B4D85D311EBE665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 w:rsidR="00022252" w:rsidRDefault="001F5321" w:rsidP="001F5321">
          <w:pPr>
            <w:pStyle w:val="25BCF722DB5640C29936FFFF088230E6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 w:rsidR="00022252" w:rsidRDefault="001F5321" w:rsidP="001F5321">
          <w:pPr>
            <w:pStyle w:val="7E5166618E274EBD8F7078A6253F5502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54C2AD4CE0AF403DA0A0973F5EBBEA4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134DED-ECF5-435C-A78C-C334789081F1}"/>
      </w:docPartPr>
      <w:docPartBody>
        <w:p w:rsidR="000E312D" w:rsidRDefault="001F5321" w:rsidP="001F5321">
          <w:pPr>
            <w:pStyle w:val="54C2AD4CE0AF403DA0A0973F5EBBEA49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BBAFB9C3D5E442C692874584B76AEA3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8D1DBB-E837-4BAE-8244-C53595EF5697}"/>
      </w:docPartPr>
      <w:docPartBody>
        <w:p w:rsidR="000E312D" w:rsidRDefault="001F5321" w:rsidP="001F5321">
          <w:pPr>
            <w:pStyle w:val="BBAFB9C3D5E442C692874584B76AEA30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89739A6C37564558A20A96B872F7E4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FD5A0-9D4F-47EB-BB76-81E9CBB118CA}"/>
      </w:docPartPr>
      <w:docPartBody>
        <w:p w:rsidR="005C1DFA" w:rsidRDefault="001F5321" w:rsidP="001F5321">
          <w:pPr>
            <w:pStyle w:val="89739A6C37564558A20A96B872F7E4BF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B3327278D8514F0E86B61BF3B5EB14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8E021B-7A7C-4527-A229-2C2CBE09B244}"/>
      </w:docPartPr>
      <w:docPartBody>
        <w:p w:rsidR="005C1DFA" w:rsidRDefault="001F5321" w:rsidP="001F5321">
          <w:pPr>
            <w:pStyle w:val="B3327278D8514F0E86B61BF3B5EB1464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126249202E0C4B048868D7CF4C9EF1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353C74-9BA7-47F9-9980-6E515EBBFFBD}"/>
      </w:docPartPr>
      <w:docPartBody>
        <w:p w:rsidR="00000000" w:rsidRDefault="001F5321" w:rsidP="001F5321">
          <w:pPr>
            <w:pStyle w:val="126249202E0C4B048868D7CF4C9EF1F4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022252"/>
    <w:rsid w:val="00056237"/>
    <w:rsid w:val="0006284B"/>
    <w:rsid w:val="000E312D"/>
    <w:rsid w:val="001F5321"/>
    <w:rsid w:val="002203C9"/>
    <w:rsid w:val="0027061A"/>
    <w:rsid w:val="002E3BDF"/>
    <w:rsid w:val="002F22C7"/>
    <w:rsid w:val="00470F4F"/>
    <w:rsid w:val="005C1DFA"/>
    <w:rsid w:val="0060174C"/>
    <w:rsid w:val="00653899"/>
    <w:rsid w:val="00772D5F"/>
    <w:rsid w:val="00870FF2"/>
    <w:rsid w:val="00AC702F"/>
    <w:rsid w:val="00EB5F0F"/>
    <w:rsid w:val="00F93BF3"/>
    <w:rsid w:val="00F9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5321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sid w:val="0027061A"/>
    <w:rPr>
      <w:lang w:val="sl-SI" w:eastAsia="sl-SI"/>
    </w:rPr>
  </w:style>
  <w:style w:type="paragraph" w:customStyle="1" w:styleId="4184FDD6297243498D1B73DA85E6A734">
    <w:name w:val="4184FDD6297243498D1B73DA85E6A734"/>
    <w:rsid w:val="0027061A"/>
    <w:rPr>
      <w:lang w:val="sl-SI" w:eastAsia="sl-SI"/>
    </w:rPr>
  </w:style>
  <w:style w:type="paragraph" w:customStyle="1" w:styleId="8DF73AC5A284435DA34D838B9387AF4420">
    <w:name w:val="8DF73AC5A284435DA34D838B9387AF44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sid w:val="0027061A"/>
    <w:rPr>
      <w:lang w:val="sl-SI" w:eastAsia="sl-SI"/>
    </w:rPr>
  </w:style>
  <w:style w:type="paragraph" w:customStyle="1" w:styleId="8DF73AC5A284435DA34D838B9387AF4421">
    <w:name w:val="8DF73AC5A284435DA34D838B9387AF44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sid w:val="0027061A"/>
    <w:rPr>
      <w:lang w:val="sl-SI" w:eastAsia="sl-SI"/>
    </w:rPr>
  </w:style>
  <w:style w:type="paragraph" w:customStyle="1" w:styleId="7267B2DAEC534F5492CD21DD51493188">
    <w:name w:val="7267B2DAEC534F5492CD21DD51493188"/>
    <w:rsid w:val="0027061A"/>
    <w:rPr>
      <w:lang w:val="sl-SI" w:eastAsia="sl-SI"/>
    </w:rPr>
  </w:style>
  <w:style w:type="paragraph" w:customStyle="1" w:styleId="04D9EDE259C14092993B2197A0B8B3EB">
    <w:name w:val="04D9EDE259C14092993B2197A0B8B3EB"/>
    <w:rsid w:val="0027061A"/>
    <w:rPr>
      <w:lang w:val="sl-SI" w:eastAsia="sl-SI"/>
    </w:rPr>
  </w:style>
  <w:style w:type="paragraph" w:customStyle="1" w:styleId="BE44120CD83742CF9B420D103BCA9A0A">
    <w:name w:val="BE44120CD83742CF9B420D103BCA9A0A"/>
    <w:rsid w:val="0027061A"/>
    <w:rPr>
      <w:lang w:val="sl-SI" w:eastAsia="sl-SI"/>
    </w:rPr>
  </w:style>
  <w:style w:type="paragraph" w:customStyle="1" w:styleId="8DF73AC5A284435DA34D838B9387AF4422">
    <w:name w:val="8DF73AC5A284435DA34D838B9387AF44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rsid w:val="00470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">
    <w:name w:val="54C2AD4CE0AF403DA0A0973F5EBBEA49"/>
    <w:rsid w:val="00470F4F"/>
    <w:rPr>
      <w:lang w:val="sl-SI" w:eastAsia="sl-SI"/>
    </w:rPr>
  </w:style>
  <w:style w:type="paragraph" w:customStyle="1" w:styleId="BBAFB9C3D5E442C692874584B76AEA30">
    <w:name w:val="BBAFB9C3D5E442C692874584B76AEA30"/>
    <w:rsid w:val="00470F4F"/>
    <w:rPr>
      <w:lang w:val="sl-SI" w:eastAsia="sl-SI"/>
    </w:rPr>
  </w:style>
  <w:style w:type="paragraph" w:customStyle="1" w:styleId="8DF73AC5A284435DA34D838B9387AF4425">
    <w:name w:val="8DF73AC5A284435DA34D838B9387AF44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">
    <w:name w:val="89739A6C37564558A20A96B872F7E4BF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">
    <w:name w:val="B3327278D8514F0E86B61BF3B5EB1464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1">
    <w:name w:val="54C2AD4CE0AF403DA0A0973F5EBBEA491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1">
    <w:name w:val="BBAFB9C3D5E442C692874584B76AEA301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rsid w:val="002E3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1">
    <w:name w:val="89739A6C37564558A20A96B872F7E4BF1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1">
    <w:name w:val="B3327278D8514F0E86B61BF3B5EB14641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2">
    <w:name w:val="54C2AD4CE0AF403DA0A0973F5EBBEA492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2">
    <w:name w:val="BBAFB9C3D5E442C692874584B76AEA302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26249202E0C4B048868D7CF4C9EF1F4">
    <w:name w:val="126249202E0C4B048868D7CF4C9EF1F4"/>
    <w:rsid w:val="001F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4DD50-0C69-467F-A3E9-A0A0686B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313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Obr5 – športna rekreacija</vt:lpstr>
      <vt:lpstr>Obr4 - kakovostni šport</vt:lpstr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Obr5 – športna rekreacija</dc:title>
  <dc:creator>Bogdan Potocnik</dc:creator>
  <cp:lastModifiedBy>Potocnik Bogdan, EE_DP1_AUT (MSF)</cp:lastModifiedBy>
  <cp:revision>4</cp:revision>
  <dcterms:created xsi:type="dcterms:W3CDTF">2017-01-28T18:53:00Z</dcterms:created>
  <dcterms:modified xsi:type="dcterms:W3CDTF">2018-01-17T11:53:00Z</dcterms:modified>
</cp:coreProperties>
</file>